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279" w:rsidRPr="00A9497E" w:rsidRDefault="00044279" w:rsidP="00044279">
      <w:pPr>
        <w:pStyle w:val="Heading2"/>
        <w:rPr>
          <w:color w:val="C00000"/>
          <w:sz w:val="36"/>
          <w:szCs w:val="36"/>
          <w:u w:val="single"/>
        </w:rPr>
      </w:pPr>
      <w:r w:rsidRPr="00A9497E">
        <w:rPr>
          <w:rStyle w:val="IntenseEmphasis"/>
          <w:color w:val="C00000"/>
          <w:sz w:val="36"/>
          <w:szCs w:val="36"/>
          <w:u w:val="single"/>
        </w:rPr>
        <w:t>Focus on Student Authors</w:t>
      </w:r>
    </w:p>
    <w:p w:rsidR="00044279" w:rsidRPr="00196B10" w:rsidRDefault="00044279" w:rsidP="00044279">
      <w:pPr>
        <w:pStyle w:val="Heading2"/>
        <w:rPr>
          <w:color w:val="auto"/>
          <w:sz w:val="22"/>
          <w:szCs w:val="22"/>
        </w:rPr>
      </w:pPr>
      <w:r w:rsidRPr="00196B10">
        <w:rPr>
          <w:color w:val="auto"/>
          <w:sz w:val="22"/>
          <w:szCs w:val="22"/>
        </w:rPr>
        <w:t>Becoming authors might not top the list of aspirations fo</w:t>
      </w:r>
      <w:r w:rsidRPr="00196B10">
        <w:rPr>
          <w:color w:val="auto"/>
          <w:sz w:val="22"/>
          <w:szCs w:val="22"/>
        </w:rPr>
        <w:t xml:space="preserve">r WHS juniors and seniors, but </w:t>
      </w:r>
      <w:r w:rsidRPr="00196B10">
        <w:rPr>
          <w:color w:val="auto"/>
          <w:sz w:val="22"/>
          <w:szCs w:val="22"/>
        </w:rPr>
        <w:t>Creative Writing students added that accomplishment to their resumes</w:t>
      </w:r>
      <w:r w:rsidRPr="00196B10">
        <w:rPr>
          <w:color w:val="auto"/>
          <w:sz w:val="22"/>
          <w:szCs w:val="22"/>
        </w:rPr>
        <w:t xml:space="preserve"> last school year</w:t>
      </w:r>
      <w:r w:rsidRPr="00196B10">
        <w:rPr>
          <w:color w:val="auto"/>
          <w:sz w:val="22"/>
          <w:szCs w:val="22"/>
        </w:rPr>
        <w:t>.</w:t>
      </w:r>
    </w:p>
    <w:p w:rsidR="00044279" w:rsidRPr="00196B10" w:rsidRDefault="00044279" w:rsidP="00044279">
      <w:pPr>
        <w:pStyle w:val="Heading2"/>
        <w:rPr>
          <w:color w:val="auto"/>
          <w:sz w:val="22"/>
          <w:szCs w:val="22"/>
        </w:rPr>
      </w:pPr>
      <w:r w:rsidRPr="00196B10">
        <w:rPr>
          <w:color w:val="auto"/>
          <w:sz w:val="22"/>
          <w:szCs w:val="22"/>
        </w:rPr>
        <w:t xml:space="preserve">One of the Creative Writing units focused on planning and producing a children’s book for second graders. This unit involved developing a character and plotline, writing the manuscript, planning the storyboard, and finally producing the pages for a 14-page book. </w:t>
      </w:r>
    </w:p>
    <w:p w:rsidR="00044279" w:rsidRPr="00196B10" w:rsidRDefault="00044279" w:rsidP="00044279">
      <w:pPr>
        <w:pStyle w:val="Heading2"/>
        <w:rPr>
          <w:color w:val="auto"/>
          <w:sz w:val="22"/>
          <w:szCs w:val="22"/>
        </w:rPr>
      </w:pPr>
      <w:r w:rsidRPr="00196B10">
        <w:rPr>
          <w:color w:val="auto"/>
          <w:sz w:val="22"/>
          <w:szCs w:val="22"/>
        </w:rPr>
        <w:t>These books were then shared with second grade school students at Anne Sullivan.</w:t>
      </w:r>
    </w:p>
    <w:p w:rsidR="00044279" w:rsidRPr="00196B10" w:rsidRDefault="00044279" w:rsidP="00044279">
      <w:pPr>
        <w:pStyle w:val="Heading2"/>
        <w:rPr>
          <w:color w:val="auto"/>
          <w:sz w:val="22"/>
          <w:szCs w:val="22"/>
        </w:rPr>
      </w:pPr>
      <w:r w:rsidRPr="00196B10">
        <w:rPr>
          <w:color w:val="auto"/>
          <w:sz w:val="22"/>
          <w:szCs w:val="22"/>
        </w:rPr>
        <w:t xml:space="preserve">“This one of my favorite units and helped me understand the process involved in authoring a book.” </w:t>
      </w:r>
      <w:r w:rsidRPr="00196B10">
        <w:rPr>
          <w:color w:val="auto"/>
          <w:sz w:val="22"/>
          <w:szCs w:val="22"/>
        </w:rPr>
        <w:t xml:space="preserve">               </w:t>
      </w:r>
      <w:r w:rsidRPr="00196B10">
        <w:rPr>
          <w:i/>
          <w:color w:val="auto"/>
          <w:sz w:val="22"/>
          <w:szCs w:val="22"/>
        </w:rPr>
        <w:t>~ James George, junior</w:t>
      </w:r>
    </w:p>
    <w:p w:rsidR="00044279" w:rsidRPr="00196B10" w:rsidRDefault="00044279" w:rsidP="00044279">
      <w:pPr>
        <w:pStyle w:val="Heading2"/>
        <w:rPr>
          <w:color w:val="auto"/>
          <w:sz w:val="22"/>
          <w:szCs w:val="22"/>
        </w:rPr>
      </w:pPr>
      <w:r w:rsidRPr="00196B10">
        <w:rPr>
          <w:color w:val="auto"/>
          <w:sz w:val="22"/>
          <w:szCs w:val="22"/>
        </w:rPr>
        <w:t xml:space="preserve">“I have always dreamed of being an author, but now I actually am one. I loved this project!” </w:t>
      </w:r>
      <w:r w:rsidRPr="00196B10">
        <w:rPr>
          <w:color w:val="auto"/>
          <w:sz w:val="22"/>
          <w:szCs w:val="22"/>
        </w:rPr>
        <w:t xml:space="preserve">   </w:t>
      </w:r>
      <w:r w:rsidR="00D22169" w:rsidRPr="00196B10">
        <w:rPr>
          <w:color w:val="auto"/>
          <w:sz w:val="22"/>
          <w:szCs w:val="22"/>
        </w:rPr>
        <w:t xml:space="preserve">     </w:t>
      </w:r>
      <w:r w:rsidRPr="00196B10">
        <w:rPr>
          <w:color w:val="auto"/>
          <w:sz w:val="22"/>
          <w:szCs w:val="22"/>
        </w:rPr>
        <w:t xml:space="preserve"> </w:t>
      </w:r>
      <w:r w:rsidRPr="00196B10">
        <w:rPr>
          <w:i/>
          <w:color w:val="auto"/>
          <w:sz w:val="22"/>
          <w:szCs w:val="22"/>
        </w:rPr>
        <w:t>~ Lindsey Carmon, grad ‘10</w:t>
      </w:r>
    </w:p>
    <w:p w:rsidR="00044279" w:rsidRPr="00196B10" w:rsidRDefault="00044279" w:rsidP="00044279">
      <w:pPr>
        <w:pStyle w:val="Heading2"/>
        <w:rPr>
          <w:color w:val="auto"/>
          <w:sz w:val="22"/>
          <w:szCs w:val="22"/>
        </w:rPr>
      </w:pPr>
      <w:r w:rsidRPr="00196B10">
        <w:rPr>
          <w:color w:val="auto"/>
          <w:sz w:val="22"/>
          <w:szCs w:val="22"/>
        </w:rPr>
        <w:t>“It was fun to read all the books and meet the students.”</w:t>
      </w:r>
      <w:r w:rsidRPr="00196B10">
        <w:rPr>
          <w:color w:val="auto"/>
          <w:sz w:val="22"/>
          <w:szCs w:val="22"/>
        </w:rPr>
        <w:t xml:space="preserve">    </w:t>
      </w:r>
      <w:r w:rsidR="00D22169" w:rsidRPr="00196B10">
        <w:rPr>
          <w:color w:val="auto"/>
          <w:sz w:val="22"/>
          <w:szCs w:val="22"/>
        </w:rPr>
        <w:t xml:space="preserve">  </w:t>
      </w:r>
      <w:r w:rsidRPr="00196B10">
        <w:rPr>
          <w:color w:val="auto"/>
          <w:sz w:val="22"/>
          <w:szCs w:val="22"/>
        </w:rPr>
        <w:t xml:space="preserve"> </w:t>
      </w:r>
      <w:r w:rsidRPr="00196B10">
        <w:rPr>
          <w:i/>
          <w:color w:val="auto"/>
          <w:sz w:val="22"/>
          <w:szCs w:val="22"/>
        </w:rPr>
        <w:t xml:space="preserve">~ </w:t>
      </w:r>
      <w:r w:rsidRPr="00196B10">
        <w:rPr>
          <w:i/>
          <w:color w:val="auto"/>
          <w:sz w:val="22"/>
          <w:szCs w:val="22"/>
        </w:rPr>
        <w:t>Anne</w:t>
      </w:r>
      <w:r w:rsidRPr="00196B10">
        <w:rPr>
          <w:i/>
          <w:color w:val="auto"/>
          <w:sz w:val="22"/>
          <w:szCs w:val="22"/>
        </w:rPr>
        <w:t xml:space="preserve"> </w:t>
      </w:r>
      <w:r w:rsidRPr="00196B10">
        <w:rPr>
          <w:i/>
          <w:color w:val="auto"/>
          <w:sz w:val="22"/>
          <w:szCs w:val="22"/>
        </w:rPr>
        <w:t>Sullivan</w:t>
      </w:r>
      <w:r w:rsidRPr="00196B10">
        <w:rPr>
          <w:i/>
          <w:color w:val="auto"/>
          <w:sz w:val="22"/>
          <w:szCs w:val="22"/>
        </w:rPr>
        <w:t>,</w:t>
      </w:r>
      <w:r w:rsidRPr="00196B10">
        <w:rPr>
          <w:i/>
          <w:color w:val="auto"/>
          <w:sz w:val="22"/>
          <w:szCs w:val="22"/>
        </w:rPr>
        <w:t xml:space="preserve"> 2nd grader</w:t>
      </w:r>
    </w:p>
    <w:p w:rsidR="00044279" w:rsidRDefault="00984BFE" w:rsidP="00044279">
      <w:pPr>
        <w:pStyle w:val="Heading2"/>
      </w:pPr>
      <w:r>
        <w:rPr>
          <w:noProof/>
        </w:rPr>
        <w:drawing>
          <wp:inline distT="0" distB="0" distL="0" distR="0" wp14:anchorId="209BF5FB" wp14:editId="1A385FF9">
            <wp:extent cx="2733675" cy="198120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36B" w:rsidRDefault="00044279" w:rsidP="00044279">
      <w:pPr>
        <w:pStyle w:val="Heading2"/>
      </w:pPr>
      <w:r>
        <w:lastRenderedPageBreak/>
        <w:t xml:space="preserve"> </w:t>
      </w:r>
      <w:r w:rsidR="00984BFE">
        <w:rPr>
          <w:noProof/>
        </w:rPr>
        <w:drawing>
          <wp:inline distT="0" distB="0" distL="0" distR="0" wp14:anchorId="7FC6995D" wp14:editId="00F670B0">
            <wp:extent cx="2743200" cy="18288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Wtg with second graders 006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6B10" w:rsidRDefault="00F45840" w:rsidP="00D22169">
      <w:pPr>
        <w:rPr>
          <w:sz w:val="16"/>
          <w:szCs w:val="16"/>
        </w:rPr>
      </w:pPr>
      <w:r w:rsidRPr="00196B10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 wp14:anchorId="0074D981" wp14:editId="1DC8C7EA">
                <wp:simplePos x="0" y="0"/>
                <wp:positionH relativeFrom="column">
                  <wp:posOffset>0</wp:posOffset>
                </wp:positionH>
                <wp:positionV relativeFrom="paragraph">
                  <wp:posOffset>973455</wp:posOffset>
                </wp:positionV>
                <wp:extent cx="2743200" cy="1457325"/>
                <wp:effectExtent l="0" t="0" r="19050" b="2857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1457325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6B10" w:rsidRDefault="00196B10" w:rsidP="00196B1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96B10">
                              <w:rPr>
                                <w:b/>
                              </w:rPr>
                              <w:t>Contact Information:</w:t>
                            </w:r>
                            <w:r>
                              <w:t xml:space="preserve">                                                      Mrs. </w:t>
                            </w:r>
                            <w:proofErr w:type="spellStart"/>
                            <w:r>
                              <w:t>Halgerson</w:t>
                            </w:r>
                            <w:proofErr w:type="spellEnd"/>
                            <w:r>
                              <w:t xml:space="preserve">,                                                            </w:t>
                            </w:r>
                            <w:r w:rsidRPr="00196B10">
                              <w:rPr>
                                <w:sz w:val="20"/>
                                <w:szCs w:val="20"/>
                              </w:rPr>
                              <w:t>Creative Writing and Yearbook Adviser,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Washington High </w:t>
                            </w:r>
                            <w:proofErr w:type="gramStart"/>
                            <w:r>
                              <w:rPr>
                                <w:sz w:val="20"/>
                                <w:szCs w:val="20"/>
                              </w:rPr>
                              <w:t>School</w:t>
                            </w:r>
                            <w:r w:rsidRPr="00196B1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                                                    </w:t>
                            </w:r>
                            <w:r w:rsidRPr="00196B10">
                              <w:rPr>
                                <w:sz w:val="20"/>
                                <w:szCs w:val="20"/>
                              </w:rPr>
                              <w:t>501 N. Sycamore</w:t>
                            </w:r>
                            <w:proofErr w:type="gramEnd"/>
                            <w:r w:rsidRPr="00196B10">
                              <w:rPr>
                                <w:sz w:val="20"/>
                                <w:szCs w:val="20"/>
                              </w:rPr>
                              <w:t>, Sioux Falls, SD 57110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</w:t>
                            </w:r>
                            <w:r w:rsidR="00F45840">
                              <w:rPr>
                                <w:sz w:val="20"/>
                                <w:szCs w:val="20"/>
                              </w:rPr>
                              <w:t xml:space="preserve"> 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Email: </w:t>
                            </w:r>
                            <w:hyperlink r:id="rId11" w:history="1">
                              <w:r w:rsidRPr="0054659E">
                                <w:rPr>
                                  <w:rStyle w:val="Hyperlink"/>
                                  <w:sz w:val="20"/>
                                  <w:szCs w:val="20"/>
                                </w:rPr>
                                <w:t>Alison.Halgerson@k12.sd.us</w:t>
                              </w:r>
                            </w:hyperlink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  Phone: 605.367-7970 or 367-4245</w:t>
                            </w:r>
                          </w:p>
                          <w:p w:rsidR="00196B10" w:rsidRDefault="00196B10" w:rsidP="00196B10"/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76.65pt;width:3in;height:114.75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" fillcolor="white [3201]" strokecolor="red" strokeweight="2pt">
                <v:textbox inset="2.88pt,2.88pt,2.88pt,2.88pt">
                  <w:txbxContent>
                    <w:p w:rsidR="00196B10" w:rsidRDefault="00196B10" w:rsidP="00196B10">
                      <w:pPr>
                        <w:rPr>
                          <w:sz w:val="20"/>
                          <w:szCs w:val="20"/>
                        </w:rPr>
                      </w:pPr>
                      <w:r w:rsidRPr="00196B10">
                        <w:rPr>
                          <w:b/>
                        </w:rPr>
                        <w:t>Contact Information:</w:t>
                      </w:r>
                      <w:r>
                        <w:t xml:space="preserve">                                                      Mrs. </w:t>
                      </w:r>
                      <w:proofErr w:type="spellStart"/>
                      <w:r>
                        <w:t>Halgerson</w:t>
                      </w:r>
                      <w:proofErr w:type="spellEnd"/>
                      <w:r>
                        <w:t xml:space="preserve">,                                                            </w:t>
                      </w:r>
                      <w:r w:rsidRPr="00196B10">
                        <w:rPr>
                          <w:sz w:val="20"/>
                          <w:szCs w:val="20"/>
                        </w:rPr>
                        <w:t>Creative Writing and Yearbook Adviser,</w:t>
                      </w:r>
                      <w: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 xml:space="preserve">Washington High </w:t>
                      </w:r>
                      <w:proofErr w:type="gramStart"/>
                      <w:r>
                        <w:rPr>
                          <w:sz w:val="20"/>
                          <w:szCs w:val="20"/>
                        </w:rPr>
                        <w:t>School</w:t>
                      </w:r>
                      <w:r w:rsidRPr="00196B10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                                                    </w:t>
                      </w:r>
                      <w:r w:rsidRPr="00196B10">
                        <w:rPr>
                          <w:sz w:val="20"/>
                          <w:szCs w:val="20"/>
                        </w:rPr>
                        <w:t>501 N. Sycamore</w:t>
                      </w:r>
                      <w:proofErr w:type="gramEnd"/>
                      <w:r w:rsidRPr="00196B10">
                        <w:rPr>
                          <w:sz w:val="20"/>
                          <w:szCs w:val="20"/>
                        </w:rPr>
                        <w:t>, Sioux Falls, SD 57110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</w:t>
                      </w:r>
                      <w:r w:rsidR="00F45840">
                        <w:rPr>
                          <w:sz w:val="20"/>
                          <w:szCs w:val="20"/>
                        </w:rPr>
                        <w:t xml:space="preserve">  </w:t>
                      </w:r>
                      <w:r>
                        <w:rPr>
                          <w:sz w:val="20"/>
                          <w:szCs w:val="20"/>
                        </w:rPr>
                        <w:t xml:space="preserve">Email: </w:t>
                      </w:r>
                      <w:hyperlink r:id="rId12" w:history="1">
                        <w:r w:rsidRPr="0054659E">
                          <w:rPr>
                            <w:rStyle w:val="Hyperlink"/>
                            <w:sz w:val="20"/>
                            <w:szCs w:val="20"/>
                          </w:rPr>
                          <w:t>Alison.Halgerson@k12.sd.us</w:t>
                        </w:r>
                      </w:hyperlink>
                      <w:r>
                        <w:rPr>
                          <w:sz w:val="20"/>
                          <w:szCs w:val="20"/>
                        </w:rPr>
                        <w:t xml:space="preserve">                Phone: 605.367-7970 or 367-4245</w:t>
                      </w:r>
                    </w:p>
                    <w:p w:rsidR="00196B10" w:rsidRDefault="00196B10" w:rsidP="00196B10"/>
                  </w:txbxContent>
                </v:textbox>
              </v:shape>
            </w:pict>
          </mc:Fallback>
        </mc:AlternateContent>
      </w:r>
      <w:r w:rsidR="00D22169" w:rsidRPr="00196B10">
        <w:rPr>
          <w:sz w:val="16"/>
          <w:szCs w:val="16"/>
        </w:rPr>
        <w:t xml:space="preserve">Senior Todd </w:t>
      </w:r>
      <w:proofErr w:type="spellStart"/>
      <w:r w:rsidR="00D22169" w:rsidRPr="00196B10">
        <w:rPr>
          <w:sz w:val="16"/>
          <w:szCs w:val="16"/>
        </w:rPr>
        <w:t>Meirose</w:t>
      </w:r>
      <w:proofErr w:type="spellEnd"/>
      <w:r w:rsidR="00D22169" w:rsidRPr="00196B10">
        <w:rPr>
          <w:sz w:val="16"/>
          <w:szCs w:val="16"/>
        </w:rPr>
        <w:t xml:space="preserve"> reads his children’s book to one of the Anne Sullivan guests during the book reading in the WHS library. </w:t>
      </w:r>
      <w:proofErr w:type="spellStart"/>
      <w:r w:rsidR="00D22169" w:rsidRPr="00196B10">
        <w:rPr>
          <w:sz w:val="16"/>
          <w:szCs w:val="16"/>
        </w:rPr>
        <w:t>Meirose</w:t>
      </w:r>
      <w:proofErr w:type="spellEnd"/>
      <w:r w:rsidR="00D22169" w:rsidRPr="00196B10">
        <w:rPr>
          <w:sz w:val="16"/>
          <w:szCs w:val="16"/>
        </w:rPr>
        <w:t xml:space="preserve"> created a 14- page children’s book during his semester in Creative Writing. All four of the second grade classrooms were then guests during book readings the week of April 28.</w:t>
      </w:r>
    </w:p>
    <w:p w:rsidR="00196B10" w:rsidRDefault="00196B10" w:rsidP="00D22169">
      <w:pPr>
        <w:rPr>
          <w:sz w:val="16"/>
          <w:szCs w:val="16"/>
        </w:rPr>
      </w:pPr>
    </w:p>
    <w:p w:rsidR="00196B10" w:rsidRDefault="00196B10" w:rsidP="00D22169">
      <w:pPr>
        <w:rPr>
          <w:sz w:val="16"/>
          <w:szCs w:val="16"/>
        </w:rPr>
      </w:pPr>
    </w:p>
    <w:p w:rsidR="00196B10" w:rsidRDefault="00196B10" w:rsidP="00D22169">
      <w:pPr>
        <w:rPr>
          <w:sz w:val="16"/>
          <w:szCs w:val="16"/>
        </w:rPr>
      </w:pPr>
    </w:p>
    <w:p w:rsidR="00196B10" w:rsidRDefault="00196B10" w:rsidP="00D22169">
      <w:pPr>
        <w:rPr>
          <w:sz w:val="16"/>
          <w:szCs w:val="16"/>
        </w:rPr>
      </w:pPr>
    </w:p>
    <w:p w:rsidR="00196B10" w:rsidRDefault="00196B10" w:rsidP="00D22169">
      <w:pPr>
        <w:rPr>
          <w:sz w:val="16"/>
          <w:szCs w:val="16"/>
        </w:rPr>
      </w:pPr>
    </w:p>
    <w:p w:rsidR="00196B10" w:rsidRDefault="00196B10" w:rsidP="00D22169">
      <w:pPr>
        <w:rPr>
          <w:sz w:val="16"/>
          <w:szCs w:val="16"/>
        </w:rPr>
      </w:pPr>
    </w:p>
    <w:p w:rsidR="00196B10" w:rsidRPr="00F45840" w:rsidRDefault="00F45840" w:rsidP="00D22169">
      <w:pPr>
        <w:rPr>
          <w:b/>
          <w:i/>
          <w:color w:val="002060"/>
          <w:sz w:val="32"/>
          <w:szCs w:val="32"/>
          <w:u w:val="single"/>
        </w:rPr>
      </w:pPr>
      <w:r w:rsidRPr="00F45840">
        <w:rPr>
          <w:b/>
          <w:i/>
          <w:color w:val="002060"/>
          <w:sz w:val="32"/>
          <w:szCs w:val="32"/>
          <w:u w:val="single"/>
        </w:rPr>
        <w:t>Do</w:t>
      </w:r>
      <w:r w:rsidR="00196B10" w:rsidRPr="00F45840">
        <w:rPr>
          <w:b/>
          <w:i/>
          <w:color w:val="002060"/>
          <w:sz w:val="32"/>
          <w:szCs w:val="32"/>
          <w:u w:val="single"/>
        </w:rPr>
        <w:t xml:space="preserve"> You Know?</w:t>
      </w:r>
      <w:r w:rsidRPr="00F45840">
        <w:rPr>
          <w:b/>
          <w:i/>
          <w:color w:val="002060"/>
          <w:sz w:val="32"/>
          <w:szCs w:val="32"/>
          <w:u w:val="single"/>
        </w:rPr>
        <w:t xml:space="preserve"> Trivia for Writers</w:t>
      </w:r>
      <w:r w:rsidR="00336818" w:rsidRPr="00F45840">
        <w:rPr>
          <w:b/>
          <w:i/>
          <w:color w:val="002060"/>
          <w:sz w:val="32"/>
          <w:szCs w:val="32"/>
          <w:u w:val="single"/>
        </w:rPr>
        <w:t xml:space="preserve"> </w:t>
      </w:r>
    </w:p>
    <w:p w:rsidR="00F45840" w:rsidRPr="00F45840" w:rsidRDefault="00F45840" w:rsidP="00F45840">
      <w:pPr>
        <w:pStyle w:val="ListParagraph"/>
        <w:numPr>
          <w:ilvl w:val="0"/>
          <w:numId w:val="2"/>
        </w:numPr>
      </w:pPr>
      <w:r w:rsidRPr="00F45840">
        <w:t>Which author won four Pulitzer Prizes?</w:t>
      </w:r>
    </w:p>
    <w:p w:rsidR="00F45840" w:rsidRDefault="00F45840" w:rsidP="00F45840">
      <w:pPr>
        <w:pStyle w:val="ListParagraph"/>
        <w:numPr>
          <w:ilvl w:val="0"/>
          <w:numId w:val="2"/>
        </w:numPr>
      </w:pPr>
      <w:r w:rsidRPr="00F45840">
        <w:t>Who were the Beat Poets?</w:t>
      </w:r>
    </w:p>
    <w:p w:rsidR="00F45840" w:rsidRDefault="00F45840" w:rsidP="00F45840">
      <w:pPr>
        <w:pStyle w:val="ListParagraph"/>
        <w:numPr>
          <w:ilvl w:val="0"/>
          <w:numId w:val="2"/>
        </w:numPr>
      </w:pPr>
      <w:r>
        <w:t>If you have a dangling modifier in your writing, should you edit it out?</w:t>
      </w:r>
    </w:p>
    <w:p w:rsidR="00F45840" w:rsidRDefault="00F45840" w:rsidP="00F45840">
      <w:pPr>
        <w:pStyle w:val="ListParagraph"/>
        <w:numPr>
          <w:ilvl w:val="0"/>
          <w:numId w:val="2"/>
        </w:numPr>
      </w:pPr>
      <w:r>
        <w:t>What are the novel titles in the Stephanie Meyers’ series?</w:t>
      </w:r>
    </w:p>
    <w:p w:rsidR="00F45840" w:rsidRPr="00F45840" w:rsidRDefault="00F45840" w:rsidP="00F45840">
      <w:pPr>
        <w:pStyle w:val="ListParagraph"/>
        <w:numPr>
          <w:ilvl w:val="0"/>
          <w:numId w:val="2"/>
        </w:numPr>
      </w:pPr>
      <w:r>
        <w:t>Who is the author of the Harry Potter books and what is her nationality?</w:t>
      </w:r>
    </w:p>
    <w:p w:rsidR="00336818" w:rsidRPr="00196B10" w:rsidRDefault="00336818" w:rsidP="00D22169">
      <w:pPr>
        <w:rPr>
          <w:b/>
          <w:color w:val="002060"/>
          <w:sz w:val="36"/>
          <w:szCs w:val="36"/>
          <w:u w:val="single"/>
        </w:rPr>
      </w:pPr>
      <w:bookmarkStart w:id="0" w:name="_GoBack"/>
      <w:bookmarkEnd w:id="0"/>
    </w:p>
    <w:sectPr w:rsidR="00336818" w:rsidRPr="00196B10" w:rsidSect="00044279">
      <w:headerReference w:type="default" r:id="rId13"/>
      <w:pgSz w:w="12240" w:h="15840"/>
      <w:pgMar w:top="1440" w:right="1440" w:bottom="1440" w:left="1440" w:header="1440" w:footer="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1EF" w:rsidRDefault="00BD01EF" w:rsidP="00BA0B9F">
      <w:pPr>
        <w:spacing w:after="0" w:line="240" w:lineRule="auto"/>
      </w:pPr>
      <w:r>
        <w:separator/>
      </w:r>
    </w:p>
  </w:endnote>
  <w:endnote w:type="continuationSeparator" w:id="0">
    <w:p w:rsidR="00BD01EF" w:rsidRDefault="00BD01EF" w:rsidP="00BA0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1EF" w:rsidRDefault="00BD01EF" w:rsidP="00BA0B9F">
      <w:pPr>
        <w:spacing w:after="0" w:line="240" w:lineRule="auto"/>
      </w:pPr>
      <w:r>
        <w:separator/>
      </w:r>
    </w:p>
  </w:footnote>
  <w:footnote w:type="continuationSeparator" w:id="0">
    <w:p w:rsidR="00BD01EF" w:rsidRDefault="00BD01EF" w:rsidP="00BA0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5F466A2357504BC7826D5B6C4758CD6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A95AAA" w:rsidRDefault="00A95AAA">
        <w:pPr>
          <w:pStyle w:val="Header"/>
          <w:pBdr>
            <w:bottom w:val="thickThinSmallGap" w:sz="24" w:space="1" w:color="85310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CREATIVE WRITING NEWS – BACK TO SCHOOL FALL 2011</w:t>
        </w:r>
      </w:p>
    </w:sdtContent>
  </w:sdt>
  <w:p w:rsidR="00BA0B9F" w:rsidRDefault="00BA0B9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A737C"/>
    <w:multiLevelType w:val="hybridMultilevel"/>
    <w:tmpl w:val="CDC6AD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0838D6"/>
    <w:multiLevelType w:val="hybridMultilevel"/>
    <w:tmpl w:val="64D6D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B3A"/>
    <w:rsid w:val="00044279"/>
    <w:rsid w:val="00196B10"/>
    <w:rsid w:val="001B236B"/>
    <w:rsid w:val="002544AE"/>
    <w:rsid w:val="00336818"/>
    <w:rsid w:val="005F6FCC"/>
    <w:rsid w:val="00984BFE"/>
    <w:rsid w:val="00A36D44"/>
    <w:rsid w:val="00A9497E"/>
    <w:rsid w:val="00A95AAA"/>
    <w:rsid w:val="00AC75B1"/>
    <w:rsid w:val="00BA0B9F"/>
    <w:rsid w:val="00BD01EF"/>
    <w:rsid w:val="00D22169"/>
    <w:rsid w:val="00D90B3A"/>
    <w:rsid w:val="00F4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BFE"/>
  </w:style>
  <w:style w:type="paragraph" w:styleId="Heading1">
    <w:name w:val="heading 1"/>
    <w:basedOn w:val="Normal"/>
    <w:next w:val="Normal"/>
    <w:link w:val="Heading1Char"/>
    <w:uiPriority w:val="9"/>
    <w:qFormat/>
    <w:rsid w:val="00AC75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A5C5E" w:themeColor="accent1" w:themeShade="BF"/>
      <w:sz w:val="28"/>
      <w:szCs w:val="28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442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797B7E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0B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0B9F"/>
  </w:style>
  <w:style w:type="paragraph" w:styleId="Footer">
    <w:name w:val="footer"/>
    <w:basedOn w:val="Normal"/>
    <w:link w:val="FooterChar"/>
    <w:uiPriority w:val="99"/>
    <w:unhideWhenUsed/>
    <w:rsid w:val="00BA0B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0B9F"/>
  </w:style>
  <w:style w:type="paragraph" w:styleId="BalloonText">
    <w:name w:val="Balloon Text"/>
    <w:basedOn w:val="Normal"/>
    <w:link w:val="BalloonTextChar"/>
    <w:uiPriority w:val="99"/>
    <w:semiHidden/>
    <w:unhideWhenUsed/>
    <w:rsid w:val="00BA0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B9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C75B1"/>
    <w:rPr>
      <w:rFonts w:asciiTheme="majorHAnsi" w:eastAsiaTheme="majorEastAsia" w:hAnsiTheme="majorHAnsi" w:cstheme="majorBidi"/>
      <w:b/>
      <w:bCs/>
      <w:color w:val="5A5C5E" w:themeColor="accent1" w:themeShade="BF"/>
      <w:sz w:val="28"/>
      <w:szCs w:val="28"/>
      <w:lang w:eastAsia="ja-JP"/>
    </w:rPr>
  </w:style>
  <w:style w:type="paragraph" w:styleId="NoSpacing">
    <w:name w:val="No Spacing"/>
    <w:uiPriority w:val="1"/>
    <w:qFormat/>
    <w:rsid w:val="00044279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044279"/>
    <w:rPr>
      <w:rFonts w:asciiTheme="majorHAnsi" w:eastAsiaTheme="majorEastAsia" w:hAnsiTheme="majorHAnsi" w:cstheme="majorBidi"/>
      <w:b/>
      <w:bCs/>
      <w:color w:val="797B7E" w:themeColor="accent1"/>
      <w:sz w:val="26"/>
      <w:szCs w:val="26"/>
    </w:rPr>
  </w:style>
  <w:style w:type="character" w:styleId="IntenseEmphasis">
    <w:name w:val="Intense Emphasis"/>
    <w:basedOn w:val="DefaultParagraphFont"/>
    <w:uiPriority w:val="21"/>
    <w:qFormat/>
    <w:rsid w:val="00044279"/>
    <w:rPr>
      <w:b/>
      <w:bCs/>
      <w:i/>
      <w:iCs/>
      <w:color w:val="797B7E" w:themeColor="accent1"/>
    </w:rPr>
  </w:style>
  <w:style w:type="character" w:styleId="Hyperlink">
    <w:name w:val="Hyperlink"/>
    <w:basedOn w:val="DefaultParagraphFont"/>
    <w:uiPriority w:val="99"/>
    <w:unhideWhenUsed/>
    <w:rsid w:val="00A9497E"/>
    <w:rPr>
      <w:color w:val="5F5F5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458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BFE"/>
  </w:style>
  <w:style w:type="paragraph" w:styleId="Heading1">
    <w:name w:val="heading 1"/>
    <w:basedOn w:val="Normal"/>
    <w:next w:val="Normal"/>
    <w:link w:val="Heading1Char"/>
    <w:uiPriority w:val="9"/>
    <w:qFormat/>
    <w:rsid w:val="00AC75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A5C5E" w:themeColor="accent1" w:themeShade="BF"/>
      <w:sz w:val="28"/>
      <w:szCs w:val="28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442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797B7E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0B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0B9F"/>
  </w:style>
  <w:style w:type="paragraph" w:styleId="Footer">
    <w:name w:val="footer"/>
    <w:basedOn w:val="Normal"/>
    <w:link w:val="FooterChar"/>
    <w:uiPriority w:val="99"/>
    <w:unhideWhenUsed/>
    <w:rsid w:val="00BA0B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0B9F"/>
  </w:style>
  <w:style w:type="paragraph" w:styleId="BalloonText">
    <w:name w:val="Balloon Text"/>
    <w:basedOn w:val="Normal"/>
    <w:link w:val="BalloonTextChar"/>
    <w:uiPriority w:val="99"/>
    <w:semiHidden/>
    <w:unhideWhenUsed/>
    <w:rsid w:val="00BA0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B9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C75B1"/>
    <w:rPr>
      <w:rFonts w:asciiTheme="majorHAnsi" w:eastAsiaTheme="majorEastAsia" w:hAnsiTheme="majorHAnsi" w:cstheme="majorBidi"/>
      <w:b/>
      <w:bCs/>
      <w:color w:val="5A5C5E" w:themeColor="accent1" w:themeShade="BF"/>
      <w:sz w:val="28"/>
      <w:szCs w:val="28"/>
      <w:lang w:eastAsia="ja-JP"/>
    </w:rPr>
  </w:style>
  <w:style w:type="paragraph" w:styleId="NoSpacing">
    <w:name w:val="No Spacing"/>
    <w:uiPriority w:val="1"/>
    <w:qFormat/>
    <w:rsid w:val="00044279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044279"/>
    <w:rPr>
      <w:rFonts w:asciiTheme="majorHAnsi" w:eastAsiaTheme="majorEastAsia" w:hAnsiTheme="majorHAnsi" w:cstheme="majorBidi"/>
      <w:b/>
      <w:bCs/>
      <w:color w:val="797B7E" w:themeColor="accent1"/>
      <w:sz w:val="26"/>
      <w:szCs w:val="26"/>
    </w:rPr>
  </w:style>
  <w:style w:type="character" w:styleId="IntenseEmphasis">
    <w:name w:val="Intense Emphasis"/>
    <w:basedOn w:val="DefaultParagraphFont"/>
    <w:uiPriority w:val="21"/>
    <w:qFormat/>
    <w:rsid w:val="00044279"/>
    <w:rPr>
      <w:b/>
      <w:bCs/>
      <w:i/>
      <w:iCs/>
      <w:color w:val="797B7E" w:themeColor="accent1"/>
    </w:rPr>
  </w:style>
  <w:style w:type="character" w:styleId="Hyperlink">
    <w:name w:val="Hyperlink"/>
    <w:basedOn w:val="DefaultParagraphFont"/>
    <w:uiPriority w:val="99"/>
    <w:unhideWhenUsed/>
    <w:rsid w:val="00A9497E"/>
    <w:rPr>
      <w:color w:val="5F5F5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458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Alison.Halgerson@k12.sd.u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lison.Halgerson@k12.sd.us" TargetMode="Externa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F466A2357504BC7826D5B6C4758CD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A4BF7F-A673-4B67-B4EC-33E2296C2819}"/>
      </w:docPartPr>
      <w:docPartBody>
        <w:p w:rsidR="00000000" w:rsidRDefault="000439EA" w:rsidP="000439EA">
          <w:pPr>
            <w:pStyle w:val="5F466A2357504BC7826D5B6C4758CD64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9EA"/>
    <w:rsid w:val="000439EA"/>
    <w:rsid w:val="006F2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4656B73E92F4120AE237E7326DF4A83">
    <w:name w:val="04656B73E92F4120AE237E7326DF4A83"/>
    <w:rsid w:val="000439EA"/>
  </w:style>
  <w:style w:type="paragraph" w:customStyle="1" w:styleId="ADB43571E7AA4FA2AED0A34F4189133F">
    <w:name w:val="ADB43571E7AA4FA2AED0A34F4189133F"/>
    <w:rsid w:val="000439EA"/>
  </w:style>
  <w:style w:type="paragraph" w:customStyle="1" w:styleId="6327666D130A4938A2C2B2D1F905C7D4">
    <w:name w:val="6327666D130A4938A2C2B2D1F905C7D4"/>
    <w:rsid w:val="000439EA"/>
  </w:style>
  <w:style w:type="paragraph" w:customStyle="1" w:styleId="01D8B4FDCA1B493A95A07BAE18D7AB27">
    <w:name w:val="01D8B4FDCA1B493A95A07BAE18D7AB27"/>
    <w:rsid w:val="000439EA"/>
  </w:style>
  <w:style w:type="paragraph" w:customStyle="1" w:styleId="1236D336F2DD42C69208982B7BA33682">
    <w:name w:val="1236D336F2DD42C69208982B7BA33682"/>
    <w:rsid w:val="000439EA"/>
  </w:style>
  <w:style w:type="paragraph" w:customStyle="1" w:styleId="703CFF68157741F382D62F8B1A15C2B3">
    <w:name w:val="703CFF68157741F382D62F8B1A15C2B3"/>
    <w:rsid w:val="000439EA"/>
  </w:style>
  <w:style w:type="paragraph" w:customStyle="1" w:styleId="5F466A2357504BC7826D5B6C4758CD64">
    <w:name w:val="5F466A2357504BC7826D5B6C4758CD64"/>
    <w:rsid w:val="000439E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4656B73E92F4120AE237E7326DF4A83">
    <w:name w:val="04656B73E92F4120AE237E7326DF4A83"/>
    <w:rsid w:val="000439EA"/>
  </w:style>
  <w:style w:type="paragraph" w:customStyle="1" w:styleId="ADB43571E7AA4FA2AED0A34F4189133F">
    <w:name w:val="ADB43571E7AA4FA2AED0A34F4189133F"/>
    <w:rsid w:val="000439EA"/>
  </w:style>
  <w:style w:type="paragraph" w:customStyle="1" w:styleId="6327666D130A4938A2C2B2D1F905C7D4">
    <w:name w:val="6327666D130A4938A2C2B2D1F905C7D4"/>
    <w:rsid w:val="000439EA"/>
  </w:style>
  <w:style w:type="paragraph" w:customStyle="1" w:styleId="01D8B4FDCA1B493A95A07BAE18D7AB27">
    <w:name w:val="01D8B4FDCA1B493A95A07BAE18D7AB27"/>
    <w:rsid w:val="000439EA"/>
  </w:style>
  <w:style w:type="paragraph" w:customStyle="1" w:styleId="1236D336F2DD42C69208982B7BA33682">
    <w:name w:val="1236D336F2DD42C69208982B7BA33682"/>
    <w:rsid w:val="000439EA"/>
  </w:style>
  <w:style w:type="paragraph" w:customStyle="1" w:styleId="703CFF68157741F382D62F8B1A15C2B3">
    <w:name w:val="703CFF68157741F382D62F8B1A15C2B3"/>
    <w:rsid w:val="000439EA"/>
  </w:style>
  <w:style w:type="paragraph" w:customStyle="1" w:styleId="5F466A2357504BC7826D5B6C4758CD64">
    <w:name w:val="5F466A2357504BC7826D5B6C4758CD64"/>
    <w:rsid w:val="000439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Angles">
      <a:dk1>
        <a:srgbClr val="000000"/>
      </a:dk1>
      <a:lt1>
        <a:srgbClr val="FFFFFF"/>
      </a:lt1>
      <a:dk2>
        <a:srgbClr val="434342"/>
      </a:dk2>
      <a:lt2>
        <a:srgbClr val="CDD7D9"/>
      </a:lt2>
      <a:accent1>
        <a:srgbClr val="797B7E"/>
      </a:accent1>
      <a:accent2>
        <a:srgbClr val="F96A1B"/>
      </a:accent2>
      <a:accent3>
        <a:srgbClr val="08A1D9"/>
      </a:accent3>
      <a:accent4>
        <a:srgbClr val="7C984A"/>
      </a:accent4>
      <a:accent5>
        <a:srgbClr val="C2AD8D"/>
      </a:accent5>
      <a:accent6>
        <a:srgbClr val="506E94"/>
      </a:accent6>
      <a:hlink>
        <a:srgbClr val="5F5F5F"/>
      </a:hlink>
      <a:folHlink>
        <a:srgbClr val="969696"/>
      </a:folHlink>
    </a:clrScheme>
    <a:fontScheme name="Waveform">
      <a:majorFont>
        <a:latin typeface="Candara"/>
        <a:ea typeface=""/>
        <a:cs typeface=""/>
        <a:font script="Jpan" typeface="HGP明朝E"/>
        <a:font script="Hang" typeface="HY그래픽M"/>
        <a:font script="Hans" typeface="华文新魏"/>
        <a:font script="Hant" typeface="標楷體"/>
        <a:font script="Arab" typeface="Arial"/>
        <a:font script="Hebr" typeface="Arial"/>
        <a:font script="Thai" typeface="Kodchiang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ndara"/>
        <a:ea typeface=""/>
        <a:cs typeface=""/>
        <a:font script="Jpan" typeface="HGP明朝E"/>
        <a:font script="Hang" typeface="HY그래픽M"/>
        <a:font script="Hans" typeface="华文楷体"/>
        <a:font script="Hant" typeface="標楷體"/>
        <a:font script="Arab" typeface="Arial"/>
        <a:font script="Hebr" typeface="Arial"/>
        <a:font script="Thai" typeface="Kodchiang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5A5DB-E388-47E3-951D-88B4C7BFE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21A61167.dotm</Template>
  <TotalTime>1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CREATIVE WRITING NEWS</vt:lpstr>
    </vt:vector>
  </TitlesOfParts>
  <Company>University of Sioux Falls</Company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CREATIVE WRITING NEWS – BACK TO SCHOOL FALL 2011</dc:title>
  <dc:subject/>
  <dc:creator>alhalgerson</dc:creator>
  <cp:keywords/>
  <dc:description/>
  <cp:lastModifiedBy>alhalgerson</cp:lastModifiedBy>
  <cp:revision>3</cp:revision>
  <dcterms:created xsi:type="dcterms:W3CDTF">2011-06-21T19:49:00Z</dcterms:created>
  <dcterms:modified xsi:type="dcterms:W3CDTF">2011-06-21T19:50:00Z</dcterms:modified>
</cp:coreProperties>
</file>